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50B" w:rsidRDefault="008A050B" w:rsidP="008B60A6">
      <w:pPr>
        <w:jc w:val="center"/>
        <w:rPr>
          <w:b/>
          <w:lang w:val="uk-UA"/>
        </w:rPr>
      </w:pPr>
      <w:r>
        <w:rPr>
          <w:b/>
          <w:lang w:val="uk-UA"/>
        </w:rPr>
        <w:t>Звіт про відстеження результативності регуляторного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3"/>
        <w:gridCol w:w="3020"/>
        <w:gridCol w:w="6108"/>
      </w:tblGrid>
      <w:tr w:rsidR="008A050B" w:rsidRPr="007D42A9" w:rsidTr="007D42A9">
        <w:tc>
          <w:tcPr>
            <w:tcW w:w="443" w:type="dxa"/>
          </w:tcPr>
          <w:p w:rsidR="008A050B" w:rsidRPr="007D42A9" w:rsidRDefault="008A050B" w:rsidP="007D4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3020" w:type="dxa"/>
          </w:tcPr>
          <w:p w:rsidR="008A050B" w:rsidRPr="007D42A9" w:rsidRDefault="008A050B" w:rsidP="007D4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 звіті зазначається</w:t>
            </w:r>
          </w:p>
        </w:tc>
        <w:tc>
          <w:tcPr>
            <w:tcW w:w="6108" w:type="dxa"/>
          </w:tcPr>
          <w:p w:rsidR="008A050B" w:rsidRPr="007D42A9" w:rsidRDefault="008A050B" w:rsidP="007D4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Опис</w:t>
            </w:r>
          </w:p>
        </w:tc>
      </w:tr>
      <w:tr w:rsidR="008A050B" w:rsidRPr="007D42A9" w:rsidTr="007D42A9">
        <w:tc>
          <w:tcPr>
            <w:tcW w:w="443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020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Вид та назва регуляторного акта, дата його прийняття та номер</w:t>
            </w:r>
          </w:p>
        </w:tc>
        <w:tc>
          <w:tcPr>
            <w:tcW w:w="6108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Проект рішення Лудинської сільської ради 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«Про податок на нерухоме майно, відмінне від земельної ділянки» </w:t>
            </w: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 03.12.2013р.№37/4</w:t>
            </w:r>
          </w:p>
        </w:tc>
      </w:tr>
      <w:tr w:rsidR="008A050B" w:rsidRPr="007D42A9" w:rsidTr="007D42A9">
        <w:tc>
          <w:tcPr>
            <w:tcW w:w="443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020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Назва виконавця заходів з відстеження</w:t>
            </w:r>
          </w:p>
        </w:tc>
        <w:tc>
          <w:tcPr>
            <w:tcW w:w="6108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сільська рада</w:t>
            </w:r>
          </w:p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8A050B" w:rsidRPr="007D42A9" w:rsidTr="007D42A9">
        <w:tc>
          <w:tcPr>
            <w:tcW w:w="443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020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Цілі прийняття акта</w:t>
            </w:r>
          </w:p>
        </w:tc>
        <w:tc>
          <w:tcPr>
            <w:tcW w:w="6108" w:type="dxa"/>
          </w:tcPr>
          <w:p w:rsidR="008A050B" w:rsidRPr="007D42A9" w:rsidRDefault="008A050B" w:rsidP="007D42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Основна ціль прийняття вказаного регуляторного акту є затвердження положення про механізм справляння податку на нерухоме майно, відмінне від земельної ділянки.</w:t>
            </w:r>
          </w:p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050B" w:rsidRPr="007D42A9" w:rsidTr="007D42A9">
        <w:tc>
          <w:tcPr>
            <w:tcW w:w="443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020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Строк виконання заходів з відстеження</w:t>
            </w:r>
          </w:p>
        </w:tc>
        <w:tc>
          <w:tcPr>
            <w:tcW w:w="6108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З 05.12.2013 до набрання чинності</w:t>
            </w:r>
          </w:p>
        </w:tc>
      </w:tr>
      <w:tr w:rsidR="008A050B" w:rsidRPr="007D42A9" w:rsidTr="007D42A9">
        <w:tc>
          <w:tcPr>
            <w:tcW w:w="443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020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Тип відстеження (базове, повторне або періодичне)</w:t>
            </w:r>
          </w:p>
        </w:tc>
        <w:tc>
          <w:tcPr>
            <w:tcW w:w="6108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Базове</w:t>
            </w:r>
          </w:p>
        </w:tc>
      </w:tr>
      <w:tr w:rsidR="008A050B" w:rsidRPr="007D42A9" w:rsidTr="007D42A9">
        <w:tc>
          <w:tcPr>
            <w:tcW w:w="443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020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Методи одержання результатів відстеження</w:t>
            </w:r>
          </w:p>
        </w:tc>
        <w:tc>
          <w:tcPr>
            <w:tcW w:w="6108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Отримання результатів відстеження досягнуто шляхом опитування суб’єктів господарської діяльності та громадян.</w:t>
            </w:r>
          </w:p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8A050B" w:rsidRPr="007D42A9" w:rsidTr="007D42A9">
        <w:tc>
          <w:tcPr>
            <w:tcW w:w="443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020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Дані та припущення , на основі яких відстежувалася результативність</w:t>
            </w:r>
          </w:p>
        </w:tc>
        <w:tc>
          <w:tcPr>
            <w:tcW w:w="6108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Результативність регуляторного акту відслідковувалась шляхом аналізу інформації, отриманої шляхом опитування</w:t>
            </w:r>
          </w:p>
        </w:tc>
      </w:tr>
      <w:tr w:rsidR="008A050B" w:rsidRPr="007D42A9" w:rsidTr="007D42A9">
        <w:tc>
          <w:tcPr>
            <w:tcW w:w="443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020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Кількісні та якісні значення показників результативності</w:t>
            </w:r>
          </w:p>
        </w:tc>
        <w:tc>
          <w:tcPr>
            <w:tcW w:w="6108" w:type="dxa"/>
          </w:tcPr>
          <w:p w:rsidR="008A050B" w:rsidRPr="007D42A9" w:rsidRDefault="008A050B" w:rsidP="007D42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надходження від сплати податку на нерухоме майно відмінне від земельної ділянки.</w:t>
            </w:r>
          </w:p>
          <w:p w:rsidR="008A050B" w:rsidRPr="007D42A9" w:rsidRDefault="008A050B" w:rsidP="007D42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 </w:t>
            </w:r>
          </w:p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050B" w:rsidRPr="007D42A9" w:rsidTr="007D42A9">
        <w:tc>
          <w:tcPr>
            <w:tcW w:w="443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020" w:type="dxa"/>
          </w:tcPr>
          <w:p w:rsidR="008A050B" w:rsidRPr="007D42A9" w:rsidRDefault="008A050B" w:rsidP="007D4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D42A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6108" w:type="dxa"/>
          </w:tcPr>
          <w:p w:rsidR="008A050B" w:rsidRPr="007D42A9" w:rsidRDefault="008A050B" w:rsidP="007D42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Прийняття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цього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регуляторного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акта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дозволить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забезпечити:</w:t>
            </w:r>
          </w:p>
          <w:p w:rsidR="008A050B" w:rsidRPr="007D42A9" w:rsidRDefault="008A050B" w:rsidP="007D42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 реалізації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засад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державного 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регулювання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політики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сфері господарської 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діяльності,</w:t>
            </w:r>
          </w:p>
          <w:p w:rsidR="008A050B" w:rsidRPr="007D42A9" w:rsidRDefault="008A050B" w:rsidP="007D42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   -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визначення прав та обов’язків сторін, які підпадають до сфери регулювання відносин,</w:t>
            </w:r>
          </w:p>
          <w:p w:rsidR="008A050B" w:rsidRPr="007D42A9" w:rsidRDefault="008A050B" w:rsidP="007D42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 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7D42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- збільшення надходжень до сільського бюджету і можливість збільшення витрат на фінансування покладених на органи місцевого самоврядування повноважень.</w:t>
            </w:r>
          </w:p>
        </w:tc>
      </w:tr>
    </w:tbl>
    <w:p w:rsidR="008A050B" w:rsidRDefault="008A050B" w:rsidP="008B60A6">
      <w:pPr>
        <w:rPr>
          <w:rFonts w:ascii="Times New Roman" w:hAnsi="Times New Roman"/>
          <w:i/>
          <w:sz w:val="24"/>
          <w:szCs w:val="24"/>
          <w:lang w:val="uk-UA"/>
        </w:rPr>
      </w:pPr>
    </w:p>
    <w:p w:rsidR="008A050B" w:rsidRDefault="008A050B" w:rsidP="008B60A6">
      <w:r>
        <w:rPr>
          <w:b/>
          <w:bCs/>
          <w:lang w:val="uk-UA"/>
        </w:rPr>
        <w:t>Сільський голова                                                                                                                                   А.І.Никитюк</w:t>
      </w:r>
    </w:p>
    <w:p w:rsidR="008A050B" w:rsidRDefault="008A050B" w:rsidP="008B60A6">
      <w:pPr>
        <w:jc w:val="center"/>
        <w:rPr>
          <w:b/>
          <w:lang w:val="uk-UA"/>
        </w:rPr>
      </w:pPr>
    </w:p>
    <w:p w:rsidR="008A050B" w:rsidRDefault="008A050B" w:rsidP="008B60A6">
      <w:pPr>
        <w:jc w:val="center"/>
        <w:rPr>
          <w:b/>
          <w:lang w:val="uk-UA"/>
        </w:rPr>
      </w:pPr>
    </w:p>
    <w:p w:rsidR="008A050B" w:rsidRDefault="008A050B" w:rsidP="008B60A6">
      <w:pPr>
        <w:jc w:val="center"/>
        <w:rPr>
          <w:b/>
          <w:lang w:val="uk-UA"/>
        </w:rPr>
      </w:pPr>
    </w:p>
    <w:p w:rsidR="008A050B" w:rsidRDefault="008A050B" w:rsidP="008B60A6">
      <w:pPr>
        <w:jc w:val="center"/>
        <w:rPr>
          <w:b/>
          <w:lang w:val="uk-UA"/>
        </w:rPr>
      </w:pPr>
    </w:p>
    <w:sectPr w:rsidR="008A050B" w:rsidSect="00812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0A6"/>
    <w:rsid w:val="005D246F"/>
    <w:rsid w:val="007A2EC8"/>
    <w:rsid w:val="007D42A9"/>
    <w:rsid w:val="008125C8"/>
    <w:rsid w:val="008A050B"/>
    <w:rsid w:val="008B60A6"/>
    <w:rsid w:val="00D85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0A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B60A6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79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267</Words>
  <Characters>1525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про відстеження результативності регуляторного акта</dc:title>
  <dc:subject/>
  <dc:creator>Admin</dc:creator>
  <cp:keywords/>
  <dc:description/>
  <cp:lastModifiedBy>www.PHILka.RU</cp:lastModifiedBy>
  <cp:revision>2</cp:revision>
  <dcterms:created xsi:type="dcterms:W3CDTF">2014-01-28T12:12:00Z</dcterms:created>
  <dcterms:modified xsi:type="dcterms:W3CDTF">2014-01-28T12:12:00Z</dcterms:modified>
</cp:coreProperties>
</file>